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053DBA5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AD445A">
        <w:rPr>
          <w:rFonts w:ascii="Verdana" w:eastAsia="Verdana" w:hAnsi="Verdana" w:cs="Times New Roman"/>
          <w:b/>
        </w:rPr>
        <w:t>6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4D1E1A" w:rsidRPr="004D1E1A">
        <w:rPr>
          <w:rFonts w:ascii="Verdana" w:eastAsia="Verdana" w:hAnsi="Verdana" w:cs="Times New Roman"/>
          <w:b/>
        </w:rPr>
        <w:t xml:space="preserve">OŚWIADCZENIE W SPRAWIE ZEZWOLENIA NA WYTWARZANIE ODPADÓW </w:t>
      </w:r>
      <w:r w:rsidR="00400784">
        <w:rPr>
          <w:rFonts w:ascii="Verdana" w:eastAsia="Verdana" w:hAnsi="Verdana" w:cs="Times New Roman"/>
          <w:b/>
        </w:rPr>
        <w:t>(WZÓR)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54"/>
        <w:gridCol w:w="703"/>
        <w:gridCol w:w="4281"/>
      </w:tblGrid>
      <w:tr w:rsidR="00381365" w:rsidRPr="003C16EE" w14:paraId="322C1DED" w14:textId="77777777" w:rsidTr="005F6AA2">
        <w:trPr>
          <w:trHeight w:val="1820"/>
          <w:jc w:val="center"/>
        </w:trPr>
        <w:tc>
          <w:tcPr>
            <w:tcW w:w="4254" w:type="dxa"/>
            <w:tcBorders>
              <w:right w:val="single" w:sz="4" w:space="0" w:color="auto"/>
            </w:tcBorders>
          </w:tcPr>
          <w:p w14:paraId="592C3921" w14:textId="45538AD1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</w:t>
            </w:r>
            <w:r w:rsidR="00CF07AF">
              <w:rPr>
                <w:rFonts w:asciiTheme="minorHAnsi" w:hAnsiTheme="minorHAnsi" w:cstheme="minorHAnsi"/>
                <w:b/>
                <w:i/>
                <w:iCs/>
                <w:u w:val="single"/>
              </w:rPr>
              <w:t xml:space="preserve">konawca 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281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B29ED89" w14:textId="507E51F1" w:rsidR="00381365" w:rsidRPr="005F6AA2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5F6AA2" w:rsidRPr="005F6AA2">
              <w:rPr>
                <w:rFonts w:asciiTheme="minorHAnsi" w:hAnsiTheme="minorHAnsi" w:cstheme="minorHAnsi"/>
                <w:b/>
              </w:rPr>
              <w:t>Białystok</w:t>
            </w:r>
          </w:p>
          <w:p w14:paraId="528A7FB4" w14:textId="6B73F69B" w:rsidR="00381365" w:rsidRPr="003C16EE" w:rsidRDefault="005F6AA2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2651FB8D" w14:textId="52270490" w:rsidR="00381365" w:rsidRPr="003C16EE" w:rsidRDefault="005F6AA2" w:rsidP="0024735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132CEB5A" w14:textId="77777777" w:rsidR="00F03BAA" w:rsidRDefault="00F03BAA" w:rsidP="000E7682">
      <w:pPr>
        <w:jc w:val="both"/>
        <w:rPr>
          <w:rFonts w:ascii="Verdana" w:eastAsia="Verdana" w:hAnsi="Verdana" w:cs="Times New Roman"/>
        </w:rPr>
      </w:pPr>
    </w:p>
    <w:p w14:paraId="3602C691" w14:textId="77777777" w:rsidR="00F03BAA" w:rsidRPr="00A62B4C" w:rsidRDefault="00F03BAA" w:rsidP="000E7682">
      <w:pPr>
        <w:jc w:val="both"/>
        <w:rPr>
          <w:rFonts w:ascii="Verdana" w:eastAsia="Verdana" w:hAnsi="Verdana" w:cs="Times New Roman"/>
        </w:rPr>
      </w:pPr>
    </w:p>
    <w:p w14:paraId="50FE6A55" w14:textId="0DD9761A" w:rsidR="00381365" w:rsidRPr="00381365" w:rsidRDefault="004D1E1A" w:rsidP="009503C8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4D1E1A">
        <w:rPr>
          <w:rFonts w:cstheme="minorHAnsi"/>
          <w:b/>
          <w:szCs w:val="18"/>
        </w:rPr>
        <w:t>OŚWIADCZENIE W SPRAWIE ZEZWOLENIA NA WYTWARZANIE ODPADÓW</w:t>
      </w:r>
    </w:p>
    <w:p w14:paraId="45E0F981" w14:textId="13446FAC" w:rsidR="00A62B4C" w:rsidRDefault="00A62B4C" w:rsidP="00A62B4C">
      <w:pPr>
        <w:rPr>
          <w:rFonts w:ascii="Verdana" w:eastAsia="Verdana" w:hAnsi="Verdana" w:cs="Times New Roman"/>
        </w:rPr>
      </w:pPr>
    </w:p>
    <w:p w14:paraId="43A57A6C" w14:textId="77777777" w:rsidR="00F03BAA" w:rsidRDefault="00F03BAA" w:rsidP="00A62B4C">
      <w:pPr>
        <w:rPr>
          <w:rFonts w:ascii="Verdana" w:eastAsia="Verdana" w:hAnsi="Verdana" w:cs="Times New Roman"/>
        </w:rPr>
      </w:pPr>
    </w:p>
    <w:p w14:paraId="67980B62" w14:textId="13C3DE3A" w:rsidR="004D1E1A" w:rsidRPr="00AC3E79" w:rsidRDefault="004D1E1A" w:rsidP="00F03BAA">
      <w:pPr>
        <w:spacing w:line="264" w:lineRule="auto"/>
        <w:jc w:val="both"/>
        <w:rPr>
          <w:rFonts w:cstheme="minorHAnsi"/>
        </w:rPr>
      </w:pPr>
      <w:r w:rsidRPr="004D1E1A">
        <w:rPr>
          <w:rFonts w:cstheme="minorHAnsi"/>
        </w:rPr>
        <w:t xml:space="preserve">Składając Ofertę w postępowaniu zakupowym nr </w:t>
      </w:r>
      <w:r w:rsidR="00B03E01" w:rsidRPr="00B03E01">
        <w:rPr>
          <w:rFonts w:cstheme="minorHAnsi"/>
          <w:b/>
        </w:rPr>
        <w:t>POST/DYS/OB/GZ/</w:t>
      </w:r>
      <w:r w:rsidR="00AD445A">
        <w:rPr>
          <w:rFonts w:cstheme="minorHAnsi"/>
          <w:b/>
        </w:rPr>
        <w:t>04324</w:t>
      </w:r>
      <w:r w:rsidR="00B03E01" w:rsidRPr="00B03E01">
        <w:rPr>
          <w:rFonts w:cstheme="minorHAnsi"/>
          <w:b/>
        </w:rPr>
        <w:t>/2025</w:t>
      </w:r>
      <w:r w:rsidRPr="004D1E1A">
        <w:rPr>
          <w:rFonts w:cstheme="minorHAnsi"/>
        </w:rPr>
        <w:t xml:space="preserve"> prowadzonym w trybie przetargu nieograniczonego pn. </w:t>
      </w:r>
      <w:r w:rsidR="00AD445A" w:rsidRPr="00AD445A">
        <w:rPr>
          <w:rFonts w:cstheme="minorHAnsi"/>
          <w:b/>
          <w:i/>
        </w:rPr>
        <w:t>Usługa bieżących napraw i konserwacji systemów ochrony w PGE Dystrybucja S.A. Oddział Białystok</w:t>
      </w:r>
      <w:r w:rsidRPr="004D1E1A">
        <w:rPr>
          <w:rFonts w:cstheme="minorHAnsi"/>
        </w:rPr>
        <w:t>, oświadczamy, że na dzień podpisania Umowy będziemy posiadać zezwolenia na wytwarzanie odpadów niebezpiecznych i innych niż niebezpieczne, wydane przez organy właściwe dla miejsca wytwarzania odpadów i dotyczące odpadów, które mogą powstać przy realizacji zamówienia lub będziemy posiadać umowę z firmą, która takie zezwolenia posiada</w:t>
      </w:r>
      <w:r>
        <w:rPr>
          <w:rFonts w:cstheme="minorHAnsi"/>
        </w:rPr>
        <w:t xml:space="preserve">. </w:t>
      </w:r>
    </w:p>
    <w:p w14:paraId="4BB21D18" w14:textId="7088F805" w:rsidR="00381365" w:rsidRDefault="00381365" w:rsidP="00381365">
      <w:pPr>
        <w:rPr>
          <w:rFonts w:cstheme="minorHAnsi"/>
        </w:rPr>
      </w:pPr>
    </w:p>
    <w:p w14:paraId="519FBE18" w14:textId="77777777" w:rsidR="0045656E" w:rsidRDefault="0045656E" w:rsidP="00381365">
      <w:pPr>
        <w:rPr>
          <w:rFonts w:cstheme="minorHAnsi"/>
        </w:rPr>
      </w:pPr>
    </w:p>
    <w:p w14:paraId="442177F1" w14:textId="77777777" w:rsidR="0065531D" w:rsidRDefault="0065531D" w:rsidP="00381365">
      <w:pPr>
        <w:rPr>
          <w:rFonts w:cstheme="minorHAnsi"/>
        </w:rPr>
      </w:pPr>
    </w:p>
    <w:p w14:paraId="18BCF4A9" w14:textId="6BB75665" w:rsidR="00381365" w:rsidRPr="009C2468" w:rsidRDefault="00381365" w:rsidP="00DD3B0E">
      <w:pPr>
        <w:spacing w:line="240" w:lineRule="exact"/>
        <w:ind w:left="5103"/>
        <w:jc w:val="center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5873A988" w:rsidR="00381365" w:rsidRDefault="00381365" w:rsidP="00DD3B0E">
      <w:pPr>
        <w:ind w:left="510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="00DD3B0E">
        <w:rPr>
          <w:rFonts w:cstheme="minorHAnsi"/>
          <w:i/>
          <w:sz w:val="16"/>
          <w:szCs w:val="16"/>
        </w:rPr>
        <w:t xml:space="preserve">osób uprawnionych do </w:t>
      </w:r>
      <w:r w:rsidRPr="009C2468">
        <w:rPr>
          <w:rFonts w:cstheme="minorHAnsi"/>
          <w:i/>
          <w:sz w:val="16"/>
          <w:szCs w:val="16"/>
        </w:rPr>
        <w:t>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DD3B0E">
      <w:pPr>
        <w:ind w:left="510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bookmarkEnd w:id="0"/>
    <w:bookmarkEnd w:id="1"/>
    <w:bookmarkEnd w:id="2"/>
    <w:bookmarkEnd w:id="3"/>
    <w:bookmarkEnd w:id="4"/>
    <w:bookmarkEnd w:id="5"/>
    <w:sectPr w:rsidR="00381365" w:rsidRPr="00381365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F50D85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E0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77607B12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9FC102D" w14:textId="121D1D93" w:rsidR="0065531D" w:rsidRPr="006B2C28" w:rsidRDefault="0065531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05E4E4F6" w:rsidR="00347E8D" w:rsidRPr="006B2C28" w:rsidRDefault="00B03E01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03E01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</w:t>
          </w:r>
          <w:r w:rsidR="00AD445A">
            <w:rPr>
              <w:rFonts w:asciiTheme="majorHAnsi" w:hAnsiTheme="majorHAnsi"/>
              <w:color w:val="000000" w:themeColor="text1"/>
              <w:sz w:val="14"/>
              <w:szCs w:val="18"/>
            </w:rPr>
            <w:t>04324</w:t>
          </w:r>
          <w:r w:rsidRPr="00B03E01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95483F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FA4FBE5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87882778">
    <w:abstractNumId w:val="16"/>
  </w:num>
  <w:num w:numId="2" w16cid:durableId="1972590602">
    <w:abstractNumId w:val="7"/>
  </w:num>
  <w:num w:numId="3" w16cid:durableId="1813912470">
    <w:abstractNumId w:val="11"/>
  </w:num>
  <w:num w:numId="4" w16cid:durableId="769549675">
    <w:abstractNumId w:val="17"/>
  </w:num>
  <w:num w:numId="5" w16cid:durableId="875241074">
    <w:abstractNumId w:val="16"/>
  </w:num>
  <w:num w:numId="6" w16cid:durableId="1786735285">
    <w:abstractNumId w:val="16"/>
  </w:num>
  <w:num w:numId="7" w16cid:durableId="832994243">
    <w:abstractNumId w:val="3"/>
  </w:num>
  <w:num w:numId="8" w16cid:durableId="868448561">
    <w:abstractNumId w:val="23"/>
  </w:num>
  <w:num w:numId="9" w16cid:durableId="96944774">
    <w:abstractNumId w:val="15"/>
  </w:num>
  <w:num w:numId="10" w16cid:durableId="498083666">
    <w:abstractNumId w:val="4"/>
  </w:num>
  <w:num w:numId="11" w16cid:durableId="1355420737">
    <w:abstractNumId w:val="12"/>
  </w:num>
  <w:num w:numId="12" w16cid:durableId="1706171946">
    <w:abstractNumId w:val="10"/>
  </w:num>
  <w:num w:numId="13" w16cid:durableId="750010303">
    <w:abstractNumId w:val="22"/>
  </w:num>
  <w:num w:numId="14" w16cid:durableId="970746777">
    <w:abstractNumId w:val="19"/>
  </w:num>
  <w:num w:numId="15" w16cid:durableId="813639691">
    <w:abstractNumId w:val="14"/>
  </w:num>
  <w:num w:numId="16" w16cid:durableId="1183209640">
    <w:abstractNumId w:val="8"/>
  </w:num>
  <w:num w:numId="17" w16cid:durableId="431436107">
    <w:abstractNumId w:val="5"/>
  </w:num>
  <w:num w:numId="18" w16cid:durableId="17259816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29629152">
    <w:abstractNumId w:val="0"/>
  </w:num>
  <w:num w:numId="20" w16cid:durableId="1703239744">
    <w:abstractNumId w:val="24"/>
  </w:num>
  <w:num w:numId="21" w16cid:durableId="415829060">
    <w:abstractNumId w:val="1"/>
  </w:num>
  <w:num w:numId="22" w16cid:durableId="215169459">
    <w:abstractNumId w:val="13"/>
  </w:num>
  <w:num w:numId="23" w16cid:durableId="284237583">
    <w:abstractNumId w:val="9"/>
  </w:num>
  <w:num w:numId="24" w16cid:durableId="2142964607">
    <w:abstractNumId w:val="18"/>
  </w:num>
  <w:num w:numId="25" w16cid:durableId="1700814260">
    <w:abstractNumId w:val="21"/>
  </w:num>
  <w:num w:numId="26" w16cid:durableId="999965710">
    <w:abstractNumId w:val="2"/>
  </w:num>
  <w:num w:numId="27" w16cid:durableId="1237202568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301D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04F45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D3DE5"/>
    <w:rsid w:val="001E7E73"/>
    <w:rsid w:val="001F3242"/>
    <w:rsid w:val="001F3600"/>
    <w:rsid w:val="001F3F20"/>
    <w:rsid w:val="001F737A"/>
    <w:rsid w:val="00202BC1"/>
    <w:rsid w:val="002067F1"/>
    <w:rsid w:val="00224257"/>
    <w:rsid w:val="002402D4"/>
    <w:rsid w:val="0024291C"/>
    <w:rsid w:val="00257F22"/>
    <w:rsid w:val="00264A06"/>
    <w:rsid w:val="00265B9D"/>
    <w:rsid w:val="00270752"/>
    <w:rsid w:val="002743D5"/>
    <w:rsid w:val="002768AC"/>
    <w:rsid w:val="00290909"/>
    <w:rsid w:val="002A3129"/>
    <w:rsid w:val="002A48F7"/>
    <w:rsid w:val="002B5C62"/>
    <w:rsid w:val="002B6419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C5863"/>
    <w:rsid w:val="003D41B4"/>
    <w:rsid w:val="003D4FEB"/>
    <w:rsid w:val="003D6C11"/>
    <w:rsid w:val="003E050D"/>
    <w:rsid w:val="003E3CCB"/>
    <w:rsid w:val="003E59DD"/>
    <w:rsid w:val="003F132F"/>
    <w:rsid w:val="003F257A"/>
    <w:rsid w:val="00400784"/>
    <w:rsid w:val="0040472A"/>
    <w:rsid w:val="004128FF"/>
    <w:rsid w:val="00412E5B"/>
    <w:rsid w:val="00417E23"/>
    <w:rsid w:val="004257E0"/>
    <w:rsid w:val="004367FB"/>
    <w:rsid w:val="00436F85"/>
    <w:rsid w:val="0044629B"/>
    <w:rsid w:val="00446871"/>
    <w:rsid w:val="00446E2F"/>
    <w:rsid w:val="0045656E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1E1A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7215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4080"/>
    <w:rsid w:val="005C6812"/>
    <w:rsid w:val="005D118B"/>
    <w:rsid w:val="005D2D85"/>
    <w:rsid w:val="005D74EB"/>
    <w:rsid w:val="005E4AA3"/>
    <w:rsid w:val="005E79E5"/>
    <w:rsid w:val="005F6AA2"/>
    <w:rsid w:val="00623B01"/>
    <w:rsid w:val="00625BB0"/>
    <w:rsid w:val="006261BB"/>
    <w:rsid w:val="00646637"/>
    <w:rsid w:val="0065322E"/>
    <w:rsid w:val="0065531D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35645"/>
    <w:rsid w:val="00742321"/>
    <w:rsid w:val="00742807"/>
    <w:rsid w:val="00743017"/>
    <w:rsid w:val="00760251"/>
    <w:rsid w:val="007617E0"/>
    <w:rsid w:val="007673CA"/>
    <w:rsid w:val="00772961"/>
    <w:rsid w:val="007844EB"/>
    <w:rsid w:val="00784DC3"/>
    <w:rsid w:val="00787D9C"/>
    <w:rsid w:val="0079132D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259"/>
    <w:rsid w:val="0081735D"/>
    <w:rsid w:val="008217CE"/>
    <w:rsid w:val="00827A7E"/>
    <w:rsid w:val="00831596"/>
    <w:rsid w:val="00835894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08D8"/>
    <w:rsid w:val="008F17DA"/>
    <w:rsid w:val="008F1FB0"/>
    <w:rsid w:val="008F25D7"/>
    <w:rsid w:val="0090379D"/>
    <w:rsid w:val="00907DEA"/>
    <w:rsid w:val="00910E6D"/>
    <w:rsid w:val="00911FA5"/>
    <w:rsid w:val="00935B17"/>
    <w:rsid w:val="00936AC2"/>
    <w:rsid w:val="00944154"/>
    <w:rsid w:val="00944BEA"/>
    <w:rsid w:val="009503C8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3E79"/>
    <w:rsid w:val="00AC4A8D"/>
    <w:rsid w:val="00AC5A4C"/>
    <w:rsid w:val="00AD445A"/>
    <w:rsid w:val="00AD5D81"/>
    <w:rsid w:val="00AE1A85"/>
    <w:rsid w:val="00AE5E48"/>
    <w:rsid w:val="00AF30DB"/>
    <w:rsid w:val="00AF78FE"/>
    <w:rsid w:val="00AF7E7E"/>
    <w:rsid w:val="00B012C2"/>
    <w:rsid w:val="00B03E01"/>
    <w:rsid w:val="00B0459E"/>
    <w:rsid w:val="00B05E1A"/>
    <w:rsid w:val="00B10201"/>
    <w:rsid w:val="00B10A71"/>
    <w:rsid w:val="00B1100B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27F40"/>
    <w:rsid w:val="00C45F7E"/>
    <w:rsid w:val="00C5009D"/>
    <w:rsid w:val="00C53A22"/>
    <w:rsid w:val="00C64A07"/>
    <w:rsid w:val="00C6569B"/>
    <w:rsid w:val="00C65EB0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CF07AF"/>
    <w:rsid w:val="00D03C12"/>
    <w:rsid w:val="00D10930"/>
    <w:rsid w:val="00D1247E"/>
    <w:rsid w:val="00D21BCE"/>
    <w:rsid w:val="00D33E52"/>
    <w:rsid w:val="00D36A5B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0E"/>
    <w:rsid w:val="00DE1789"/>
    <w:rsid w:val="00DE290F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7CB6"/>
    <w:rsid w:val="00EC07C0"/>
    <w:rsid w:val="00EC22FA"/>
    <w:rsid w:val="00EC30C5"/>
    <w:rsid w:val="00ED2FD4"/>
    <w:rsid w:val="00EE5E2C"/>
    <w:rsid w:val="00F01E75"/>
    <w:rsid w:val="00F03BAA"/>
    <w:rsid w:val="00F144F2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04324  Zał. 6 do SWZ - Ośw. dot. odpadów.docx</dmsv2BaseFileName>
    <dmsv2BaseDisplayName xmlns="http://schemas.microsoft.com/sharepoint/v3">04324  Zał. 6 do SWZ - Ośw. dot. odpadów</dmsv2BaseDisplayName>
    <dmsv2SWPP2ObjectNumber xmlns="http://schemas.microsoft.com/sharepoint/v3">POST/DYS/OB/GZ/04324/2025                         </dmsv2SWPP2ObjectNumber>
    <dmsv2SWPP2SumMD5 xmlns="http://schemas.microsoft.com/sharepoint/v3">dd130cfe2ddc4f291ac55ad483681cca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700386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23998622</dmsv2BaseClientSystemDocumentID>
    <dmsv2BaseModifiedByID xmlns="http://schemas.microsoft.com/sharepoint/v3">11500184</dmsv2BaseModifiedByID>
    <dmsv2BaseCreatedByID xmlns="http://schemas.microsoft.com/sharepoint/v3">11500184</dmsv2BaseCreatedByID>
    <dmsv2SWPP2ObjectDepartment xmlns="http://schemas.microsoft.com/sharepoint/v3">00000001000700000000000f0000</dmsv2SWPP2ObjectDepartment>
    <dmsv2SWPP2ObjectName xmlns="http://schemas.microsoft.com/sharepoint/v3">Postępowanie</dmsv2SWPP2ObjectName>
    <_dlc_DocId xmlns="a19cb1c7-c5c7-46d4-85ae-d83685407bba">JEUP5JKVCYQC-1133723987-11937</_dlc_DocId>
    <_dlc_DocIdUrl xmlns="a19cb1c7-c5c7-46d4-85ae-d83685407bba">
      <Url>https://swpp2.dms.gkpge.pl/sites/41/_layouts/15/DocIdRedir.aspx?ID=JEUP5JKVCYQC-1133723987-11937</Url>
      <Description>JEUP5JKVCYQC-1133723987-11937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B0324C5-F67E-404D-A58B-F765EAC6F398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A1AA88-9578-4B51-A4AB-403B46EF6B3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78DD1BF-27EC-4679-A52F-F70B695C5CE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14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Barchanowicz Stanisław [PGE Dystr. O.Białystok]</cp:lastModifiedBy>
  <cp:revision>11</cp:revision>
  <cp:lastPrinted>2024-07-15T11:21:00Z</cp:lastPrinted>
  <dcterms:created xsi:type="dcterms:W3CDTF">2025-05-08T06:48:00Z</dcterms:created>
  <dcterms:modified xsi:type="dcterms:W3CDTF">2025-12-03T08:23:00Z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2025-11-04T08:15:07Z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75be884a-b1d5-43c7-b955-64d7ea758d01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b0a40d8b-89b3-4a52-b207-8106ff3818dd</vt:lpwstr>
  </property>
</Properties>
</file>